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28F" w:rsidRDefault="00AA028F" w:rsidP="000713E6">
      <w:pPr>
        <w:jc w:val="center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6.5pt;height:308.25pt;visibility:visible">
            <v:imagedata r:id="rId6" o:title="" croptop="9032f" cropbottom="35287f" cropleft="22790f" cropright="23001f"/>
          </v:shape>
        </w:pict>
      </w:r>
    </w:p>
    <w:p w:rsidR="00AA028F" w:rsidRDefault="00AA028F" w:rsidP="000713E6">
      <w:pPr>
        <w:jc w:val="center"/>
      </w:pPr>
    </w:p>
    <w:p w:rsidR="00AA028F" w:rsidRDefault="00AA028F" w:rsidP="000713E6">
      <w:pPr>
        <w:jc w:val="center"/>
      </w:pPr>
    </w:p>
    <w:p w:rsidR="00AA028F" w:rsidRDefault="00AA028F" w:rsidP="000713E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Фоторобот неустановленного лица, совершающего действия сексуального характера в отношении несовершеннолетних.</w:t>
      </w:r>
    </w:p>
    <w:p w:rsidR="00AA028F" w:rsidRDefault="00AA028F" w:rsidP="00F546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Подозреваемому на вид 18-23 лет. Худощавого телосложения, блондин, короткая стрижка с челкой зачесываемой назад, глаза голубого цвета, губы узкие,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по национальности похож на русского. </w:t>
      </w:r>
    </w:p>
    <w:p w:rsidR="00AA028F" w:rsidRDefault="00AA028F" w:rsidP="00F546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Одет: короткая куртка светло-бежевого цвета застегивающаяся на молнию, внизу на резинке, джинсы синего цвета потертые на коленках, ботинки черного цвета, носовая часть округлой формы (вероятно берцы). </w:t>
      </w:r>
    </w:p>
    <w:p w:rsidR="00AA028F" w:rsidRDefault="00AA028F" w:rsidP="00F546F0">
      <w:pPr>
        <w:jc w:val="both"/>
        <w:rPr>
          <w:rFonts w:ascii="Times New Roman" w:hAnsi="Times New Roman"/>
          <w:sz w:val="28"/>
          <w:szCs w:val="28"/>
        </w:rPr>
      </w:pPr>
    </w:p>
    <w:p w:rsidR="00AA028F" w:rsidRPr="00691D3B" w:rsidRDefault="00AA028F" w:rsidP="00F546F0">
      <w:pPr>
        <w:jc w:val="both"/>
        <w:rPr>
          <w:rFonts w:ascii="Times New Roman" w:hAnsi="Times New Roman"/>
          <w:sz w:val="28"/>
          <w:szCs w:val="28"/>
        </w:rPr>
      </w:pPr>
    </w:p>
    <w:sectPr w:rsidR="00AA028F" w:rsidRPr="00691D3B" w:rsidSect="000A2E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28F" w:rsidRDefault="00AA028F" w:rsidP="00691D3B">
      <w:pPr>
        <w:spacing w:after="0" w:line="240" w:lineRule="auto"/>
      </w:pPr>
      <w:r>
        <w:separator/>
      </w:r>
    </w:p>
  </w:endnote>
  <w:endnote w:type="continuationSeparator" w:id="0">
    <w:p w:rsidR="00AA028F" w:rsidRDefault="00AA028F" w:rsidP="00691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28F" w:rsidRDefault="00AA028F" w:rsidP="00691D3B">
      <w:pPr>
        <w:spacing w:after="0" w:line="240" w:lineRule="auto"/>
      </w:pPr>
      <w:r>
        <w:separator/>
      </w:r>
    </w:p>
  </w:footnote>
  <w:footnote w:type="continuationSeparator" w:id="0">
    <w:p w:rsidR="00AA028F" w:rsidRDefault="00AA028F" w:rsidP="00691D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3E6"/>
    <w:rsid w:val="000713E6"/>
    <w:rsid w:val="00074FC1"/>
    <w:rsid w:val="000A2EE5"/>
    <w:rsid w:val="002F620C"/>
    <w:rsid w:val="003157D2"/>
    <w:rsid w:val="003748A9"/>
    <w:rsid w:val="005900B7"/>
    <w:rsid w:val="00691D3B"/>
    <w:rsid w:val="006C3647"/>
    <w:rsid w:val="007D4282"/>
    <w:rsid w:val="008B0FA4"/>
    <w:rsid w:val="00912A59"/>
    <w:rsid w:val="00A054C9"/>
    <w:rsid w:val="00AA028F"/>
    <w:rsid w:val="00E072BF"/>
    <w:rsid w:val="00EC1C78"/>
    <w:rsid w:val="00F06381"/>
    <w:rsid w:val="00F12650"/>
    <w:rsid w:val="00F546F0"/>
    <w:rsid w:val="00FB5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EE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71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13E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91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91D3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91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91D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1</Pages>
  <Words>75</Words>
  <Characters>428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2013-12-03T13:45:00Z</cp:lastPrinted>
  <dcterms:created xsi:type="dcterms:W3CDTF">2013-11-29T12:44:00Z</dcterms:created>
  <dcterms:modified xsi:type="dcterms:W3CDTF">2013-12-03T13:58:00Z</dcterms:modified>
</cp:coreProperties>
</file>